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E78" w:rsidRPr="0081757A" w:rsidRDefault="003C7D58" w:rsidP="00203A58">
      <w:pPr>
        <w:jc w:val="center"/>
        <w:rPr>
          <w:b/>
          <w:sz w:val="24"/>
          <w:szCs w:val="24"/>
          <w:u w:val="single"/>
          <w:lang w:val="el-GR"/>
        </w:rPr>
      </w:pPr>
      <w:r w:rsidRPr="0081757A">
        <w:rPr>
          <w:b/>
          <w:sz w:val="24"/>
          <w:szCs w:val="24"/>
          <w:u w:val="single"/>
          <w:lang w:val="el-GR"/>
        </w:rPr>
        <w:t>ΠΡΟΤΥΠΟ ΕΝΤΥΠΟ ΚΡΙΤΗΡΙΩΝ ΑΞΙΟΛΟΓΗΣΗΣ ΕΚΑΣΤΟΥ ΠΡΟΣΦΟΡΟΔΟΤΗ</w:t>
      </w:r>
    </w:p>
    <w:tbl>
      <w:tblPr>
        <w:tblStyle w:val="TableGrid"/>
        <w:tblW w:w="10883" w:type="dxa"/>
        <w:jc w:val="center"/>
        <w:tblLayout w:type="fixed"/>
        <w:tblLook w:val="04A0" w:firstRow="1" w:lastRow="0" w:firstColumn="1" w:lastColumn="0" w:noHBand="0" w:noVBand="1"/>
      </w:tblPr>
      <w:tblGrid>
        <w:gridCol w:w="550"/>
        <w:gridCol w:w="3950"/>
        <w:gridCol w:w="388"/>
        <w:gridCol w:w="25"/>
        <w:gridCol w:w="236"/>
        <w:gridCol w:w="128"/>
        <w:gridCol w:w="50"/>
        <w:gridCol w:w="129"/>
        <w:gridCol w:w="77"/>
        <w:gridCol w:w="68"/>
        <w:gridCol w:w="140"/>
        <w:gridCol w:w="57"/>
        <w:gridCol w:w="258"/>
        <w:gridCol w:w="99"/>
        <w:gridCol w:w="414"/>
        <w:gridCol w:w="14"/>
        <w:gridCol w:w="2922"/>
        <w:gridCol w:w="1378"/>
      </w:tblGrid>
      <w:tr w:rsidR="0081757A" w:rsidRPr="0081757A" w:rsidTr="0081757A">
        <w:trPr>
          <w:trHeight w:val="377"/>
          <w:jc w:val="center"/>
        </w:trPr>
        <w:tc>
          <w:tcPr>
            <w:tcW w:w="6583" w:type="dxa"/>
            <w:gridSpan w:val="16"/>
          </w:tcPr>
          <w:p w:rsidR="0081757A" w:rsidRPr="003C7D58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  <w:r>
              <w:rPr>
                <w:b/>
                <w:sz w:val="16"/>
                <w:szCs w:val="16"/>
                <w:u w:val="single"/>
                <w:lang w:val="el-GR"/>
              </w:rPr>
              <w:t xml:space="preserve">ΑΡΙΘΜΟΣ ΠΡΟΣΦΟΡΑΣ </w:t>
            </w:r>
          </w:p>
        </w:tc>
        <w:tc>
          <w:tcPr>
            <w:tcW w:w="2922" w:type="dxa"/>
          </w:tcPr>
          <w:p w:rsidR="0081757A" w:rsidRPr="0053283F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81757A" w:rsidRPr="0053283F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</w:tr>
      <w:tr w:rsidR="0081757A" w:rsidRPr="0081757A" w:rsidTr="0081757A">
        <w:trPr>
          <w:trHeight w:val="377"/>
          <w:jc w:val="center"/>
        </w:trPr>
        <w:tc>
          <w:tcPr>
            <w:tcW w:w="6583" w:type="dxa"/>
            <w:gridSpan w:val="16"/>
          </w:tcPr>
          <w:p w:rsidR="0081757A" w:rsidRPr="003C7D58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  <w:r w:rsidRPr="003C7D58">
              <w:rPr>
                <w:b/>
                <w:sz w:val="16"/>
                <w:szCs w:val="16"/>
                <w:u w:val="single"/>
                <w:lang w:val="el-GR"/>
              </w:rPr>
              <w:t>Α. ΠΡΟΚΑΤΑΡΚΤΙΚΗ ΑΞΙΟΛΟΓΗΣΗ</w:t>
            </w:r>
          </w:p>
        </w:tc>
        <w:tc>
          <w:tcPr>
            <w:tcW w:w="2922" w:type="dxa"/>
          </w:tcPr>
          <w:p w:rsidR="0081757A" w:rsidRPr="003C7D58" w:rsidRDefault="0081757A" w:rsidP="0081757A">
            <w:pPr>
              <w:jc w:val="center"/>
              <w:rPr>
                <w:b/>
                <w:sz w:val="16"/>
                <w:szCs w:val="16"/>
                <w:u w:val="single"/>
                <w:lang w:val="el-GR"/>
              </w:rPr>
            </w:pPr>
            <w:r w:rsidRPr="0053283F">
              <w:rPr>
                <w:b/>
                <w:sz w:val="16"/>
                <w:szCs w:val="16"/>
                <w:lang w:val="el-GR"/>
              </w:rPr>
              <w:t>Διενεργείται έλεγχος εγγράφων/παραδοτέων για αποδοχή ή</w:t>
            </w:r>
            <w:r>
              <w:rPr>
                <w:b/>
                <w:sz w:val="16"/>
                <w:szCs w:val="16"/>
                <w:lang w:val="el-GR"/>
              </w:rPr>
              <w:t xml:space="preserve">   απόρριψη της υποβληθείσας Προσφοράς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center"/>
              <w:rPr>
                <w:b/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lang w:val="el-GR"/>
              </w:rPr>
              <w:t>ΑΡΙ</w:t>
            </w:r>
            <w:r w:rsidR="0069517E">
              <w:rPr>
                <w:b/>
                <w:sz w:val="16"/>
                <w:szCs w:val="16"/>
                <w:lang w:val="el-GR"/>
              </w:rPr>
              <w:t>Θ</w:t>
            </w:r>
            <w:r>
              <w:rPr>
                <w:b/>
                <w:sz w:val="16"/>
                <w:szCs w:val="16"/>
                <w:lang w:val="el-GR"/>
              </w:rPr>
              <w:t>ΜΟΣ ΣΥΝΗΜΜΕΝΟΥ</w:t>
            </w:r>
          </w:p>
          <w:p w:rsidR="0081757A" w:rsidRPr="0053283F" w:rsidRDefault="0081757A" w:rsidP="0081757A">
            <w:pPr>
              <w:jc w:val="center"/>
              <w:rPr>
                <w:b/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lang w:val="el-GR"/>
              </w:rPr>
              <w:t>ΕΓΓΡΑΦΟΥ  ΠΡΟΣΦΟΡΑΣ</w:t>
            </w:r>
          </w:p>
        </w:tc>
      </w:tr>
      <w:tr w:rsidR="0081757A" w:rsidRPr="0081757A" w:rsidTr="0081757A">
        <w:trPr>
          <w:trHeight w:val="377"/>
          <w:jc w:val="center"/>
        </w:trPr>
        <w:tc>
          <w:tcPr>
            <w:tcW w:w="550" w:type="dxa"/>
          </w:tcPr>
          <w:p w:rsidR="0081757A" w:rsidRPr="003C7D58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</w:p>
        </w:tc>
        <w:tc>
          <w:tcPr>
            <w:tcW w:w="3950" w:type="dxa"/>
          </w:tcPr>
          <w:p w:rsidR="0081757A" w:rsidRPr="00837B3E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837B3E">
              <w:rPr>
                <w:b/>
                <w:sz w:val="16"/>
                <w:szCs w:val="16"/>
                <w:lang w:val="el-GR"/>
              </w:rPr>
              <w:t>ΚΡΙΤΗΡΙΑ</w:t>
            </w:r>
          </w:p>
        </w:tc>
        <w:tc>
          <w:tcPr>
            <w:tcW w:w="2069" w:type="dxa"/>
            <w:gridSpan w:val="13"/>
          </w:tcPr>
          <w:p w:rsidR="0081757A" w:rsidRPr="00837B3E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837B3E">
              <w:rPr>
                <w:b/>
                <w:sz w:val="16"/>
                <w:szCs w:val="16"/>
                <w:lang w:val="el-GR"/>
              </w:rPr>
              <w:t xml:space="preserve">      </w:t>
            </w:r>
            <w:r>
              <w:rPr>
                <w:b/>
                <w:sz w:val="16"/>
                <w:szCs w:val="16"/>
                <w:lang w:val="el-GR"/>
              </w:rPr>
              <w:t xml:space="preserve">     </w:t>
            </w:r>
            <w:r w:rsidRPr="00837B3E">
              <w:rPr>
                <w:b/>
                <w:sz w:val="16"/>
                <w:szCs w:val="16"/>
                <w:lang w:val="el-GR"/>
              </w:rPr>
              <w:t>ΑΠΟΔΟΧΗ/ΑΠΟΡΡΙΨΗ</w:t>
            </w:r>
          </w:p>
        </w:tc>
        <w:tc>
          <w:tcPr>
            <w:tcW w:w="2936" w:type="dxa"/>
            <w:gridSpan w:val="2"/>
          </w:tcPr>
          <w:p w:rsidR="0081757A" w:rsidRPr="001760DE" w:rsidRDefault="0081757A" w:rsidP="0081757A">
            <w:pPr>
              <w:jc w:val="both"/>
              <w:rPr>
                <w:b/>
                <w:strike/>
                <w:sz w:val="16"/>
                <w:szCs w:val="16"/>
                <w:u w:val="single"/>
                <w:lang w:val="el-GR"/>
              </w:rPr>
            </w:pPr>
          </w:p>
        </w:tc>
        <w:tc>
          <w:tcPr>
            <w:tcW w:w="1378" w:type="dxa"/>
          </w:tcPr>
          <w:p w:rsidR="0081757A" w:rsidRPr="001760DE" w:rsidRDefault="0081757A" w:rsidP="0081757A">
            <w:pPr>
              <w:jc w:val="both"/>
              <w:rPr>
                <w:b/>
                <w:strike/>
                <w:color w:val="FF0000"/>
                <w:sz w:val="16"/>
                <w:szCs w:val="16"/>
                <w:u w:val="single"/>
                <w:lang w:val="el-GR"/>
              </w:rPr>
            </w:pPr>
          </w:p>
        </w:tc>
      </w:tr>
      <w:tr w:rsidR="0081757A" w:rsidTr="00C12C2D">
        <w:trPr>
          <w:trHeight w:val="169"/>
          <w:jc w:val="center"/>
        </w:trPr>
        <w:tc>
          <w:tcPr>
            <w:tcW w:w="550" w:type="dxa"/>
          </w:tcPr>
          <w:p w:rsidR="0081757A" w:rsidRPr="00837B3E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837B3E">
              <w:rPr>
                <w:sz w:val="16"/>
                <w:szCs w:val="16"/>
                <w:lang w:val="el-GR"/>
              </w:rPr>
              <w:t>Α1</w:t>
            </w:r>
          </w:p>
        </w:tc>
        <w:tc>
          <w:tcPr>
            <w:tcW w:w="39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461DA4">
              <w:rPr>
                <w:sz w:val="16"/>
                <w:szCs w:val="16"/>
                <w:lang w:val="el-GR"/>
              </w:rPr>
              <w:t>ΑΠΑΙΤΟΥΜΕΝΑ ΕΓΓΡΑΦΑ ΤΙΤΛΟΥ ΙΔΙΟΚΤΗΣΙΑΣ</w:t>
            </w:r>
          </w:p>
        </w:tc>
        <w:tc>
          <w:tcPr>
            <w:tcW w:w="956" w:type="dxa"/>
            <w:gridSpan w:val="6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 w:rsidRPr="00461DA4"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 w:rsidRPr="00461DA4"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C12C2D">
        <w:trPr>
          <w:trHeight w:val="367"/>
          <w:jc w:val="center"/>
        </w:trPr>
        <w:tc>
          <w:tcPr>
            <w:tcW w:w="5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461DA4">
              <w:rPr>
                <w:sz w:val="16"/>
                <w:szCs w:val="16"/>
                <w:lang w:val="el-GR"/>
              </w:rPr>
              <w:t>Α2</w:t>
            </w:r>
          </w:p>
        </w:tc>
        <w:tc>
          <w:tcPr>
            <w:tcW w:w="39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ΑΠΑΙΤΟΥΜΕΝΑ ΕΓΓΡΑΦΑ ΤΕΛΙΚΗΣ ΕΓΚΡΙΣΗΣ/ΑΔΕΙΑΣ ΟΙΚΟΔΟΜΗΣ/ΑΔΕΙΑΣ ΧΡΗΣΗΣ</w:t>
            </w:r>
          </w:p>
        </w:tc>
        <w:tc>
          <w:tcPr>
            <w:tcW w:w="956" w:type="dxa"/>
            <w:gridSpan w:val="6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:rsidR="0081757A" w:rsidRPr="001210FC" w:rsidRDefault="00FC3FAC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1210FC">
              <w:rPr>
                <w:sz w:val="16"/>
                <w:szCs w:val="16"/>
                <w:lang w:val="el-GR"/>
              </w:rPr>
              <w:t>Η Άδεια Τελικής Έγκρισης δύναται να υποβληθεί σε καθορισμένο μεταγενέστερο χρόνο αλλά οπωσδήποτε πριν τη χρήση του κτιρίου μόνο στις ακόλουθες περιπτώσεις:</w:t>
            </w:r>
          </w:p>
          <w:p w:rsidR="00FC3FAC" w:rsidRPr="001210FC" w:rsidRDefault="00FC3FAC" w:rsidP="00FC3FAC">
            <w:pPr>
              <w:jc w:val="both"/>
              <w:rPr>
                <w:sz w:val="16"/>
                <w:szCs w:val="16"/>
                <w:lang w:val="el-GR"/>
              </w:rPr>
            </w:pPr>
            <w:r w:rsidRPr="001210FC">
              <w:rPr>
                <w:sz w:val="16"/>
                <w:szCs w:val="16"/>
                <w:lang w:val="el-GR"/>
              </w:rPr>
              <w:t>1.Ανέγερση καινούριας οικοδομής</w:t>
            </w:r>
          </w:p>
          <w:p w:rsidR="00FC3FAC" w:rsidRPr="001210FC" w:rsidRDefault="00FC3FAC" w:rsidP="00FC3FAC">
            <w:pPr>
              <w:jc w:val="both"/>
              <w:rPr>
                <w:sz w:val="16"/>
                <w:szCs w:val="16"/>
                <w:lang w:val="el-GR"/>
              </w:rPr>
            </w:pPr>
            <w:r w:rsidRPr="001210FC">
              <w:rPr>
                <w:sz w:val="16"/>
                <w:szCs w:val="16"/>
                <w:lang w:val="el-GR"/>
              </w:rPr>
              <w:t>2. Αλλαγή Χρήσης για παλαιότερη οικοδομή</w:t>
            </w:r>
          </w:p>
        </w:tc>
        <w:tc>
          <w:tcPr>
            <w:tcW w:w="1378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C12C2D">
        <w:trPr>
          <w:trHeight w:val="551"/>
          <w:jc w:val="center"/>
        </w:trPr>
        <w:tc>
          <w:tcPr>
            <w:tcW w:w="5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461DA4">
              <w:rPr>
                <w:sz w:val="16"/>
                <w:szCs w:val="16"/>
                <w:lang w:val="el-GR"/>
              </w:rPr>
              <w:t>Α3</w:t>
            </w:r>
          </w:p>
        </w:tc>
        <w:tc>
          <w:tcPr>
            <w:tcW w:w="39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ΑΡΧΙΤΕΚΤΟΝΙΚΑ ΣΧΕΔΙΑ</w:t>
            </w:r>
          </w:p>
        </w:tc>
        <w:tc>
          <w:tcPr>
            <w:tcW w:w="956" w:type="dxa"/>
            <w:gridSpan w:val="6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Τα αρχιτεκτονικά σχέδια πρέπει να συνάδουν απόλυτα με την Άδεια Οικοδομής/Τελική Έγκριση.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Tr="00C12C2D">
        <w:trPr>
          <w:trHeight w:val="169"/>
          <w:jc w:val="center"/>
        </w:trPr>
        <w:tc>
          <w:tcPr>
            <w:tcW w:w="5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Α4 </w:t>
            </w:r>
          </w:p>
        </w:tc>
        <w:tc>
          <w:tcPr>
            <w:tcW w:w="39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ΣΧΕΔΙΑ ΕΜΒΑΔΟΜΕΤΡΗΣΗΣ</w:t>
            </w:r>
          </w:p>
        </w:tc>
        <w:tc>
          <w:tcPr>
            <w:tcW w:w="956" w:type="dxa"/>
            <w:gridSpan w:val="6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Tr="00C12C2D">
        <w:trPr>
          <w:trHeight w:val="183"/>
          <w:jc w:val="center"/>
        </w:trPr>
        <w:tc>
          <w:tcPr>
            <w:tcW w:w="5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Α5</w:t>
            </w:r>
          </w:p>
        </w:tc>
        <w:tc>
          <w:tcPr>
            <w:tcW w:w="39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ΠΡΟΣΦΑΤΟ ΤΟΠΟΓΡΑΦΙΚΟ ΚΤΗΜΑΤΟΛΟΓΙΚΟ ΣΧΕΔΙΟ</w:t>
            </w:r>
          </w:p>
        </w:tc>
        <w:tc>
          <w:tcPr>
            <w:tcW w:w="956" w:type="dxa"/>
            <w:gridSpan w:val="6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Tr="00C12C2D">
        <w:trPr>
          <w:trHeight w:val="183"/>
          <w:jc w:val="center"/>
        </w:trPr>
        <w:tc>
          <w:tcPr>
            <w:tcW w:w="5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Α6</w:t>
            </w:r>
          </w:p>
        </w:tc>
        <w:tc>
          <w:tcPr>
            <w:tcW w:w="39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ΠΙΣΤΟΠΟΙΗΤΙΚΟ ΣΤΑΤΙΚΗΣ ΕΠΑΡΚΕΙΑΣ</w:t>
            </w:r>
          </w:p>
        </w:tc>
        <w:tc>
          <w:tcPr>
            <w:tcW w:w="956" w:type="dxa"/>
            <w:gridSpan w:val="6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Tr="00C12C2D">
        <w:trPr>
          <w:trHeight w:val="169"/>
          <w:jc w:val="center"/>
        </w:trPr>
        <w:tc>
          <w:tcPr>
            <w:tcW w:w="5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Α7</w:t>
            </w:r>
          </w:p>
        </w:tc>
        <w:tc>
          <w:tcPr>
            <w:tcW w:w="39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ΠΙΣΤΟΠΟΙΗΤΙΚΟ ΕΝΕΡΓΕΙΑΚΗΣ ΑΠΟΔΟΣΗΣ</w:t>
            </w:r>
            <w:r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l-GR"/>
              </w:rPr>
              <w:t>(ΠΕΑ)</w:t>
            </w:r>
          </w:p>
        </w:tc>
        <w:tc>
          <w:tcPr>
            <w:tcW w:w="956" w:type="dxa"/>
            <w:gridSpan w:val="6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Tr="00C12C2D">
        <w:trPr>
          <w:trHeight w:val="367"/>
          <w:jc w:val="center"/>
        </w:trPr>
        <w:tc>
          <w:tcPr>
            <w:tcW w:w="5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Α8</w:t>
            </w:r>
          </w:p>
        </w:tc>
        <w:tc>
          <w:tcPr>
            <w:tcW w:w="3950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ΕΝΥΠΟΓΡΑΦΗ ΔΕΣΜΕΥΣΗ/ΔΗΛΩΣΗ ΣΥΝΙΔΙΟΚΤΗΤΩΝ ΓΙΑ ΠΡΑΓΜΑΤΙΚΟ ΕΝΔΙΑΦΕΡΟΝ ΕΝΟΙΚΙΑΣΗΣ ΚΤΙΡΙΟΥ</w:t>
            </w:r>
          </w:p>
        </w:tc>
        <w:tc>
          <w:tcPr>
            <w:tcW w:w="956" w:type="dxa"/>
            <w:gridSpan w:val="6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:rsidR="0081757A" w:rsidRPr="00461DA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974536" w:rsidTr="00C12C2D">
        <w:trPr>
          <w:trHeight w:val="3306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Α9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ΕΝΤΟΣ ΤΩΝ ΚΑΘΟΡΙΣΜΕΝΩΝ ΠΕΡΙΟΧΩΝ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974536">
              <w:rPr>
                <w:b/>
                <w:sz w:val="16"/>
                <w:szCs w:val="16"/>
                <w:u w:val="single"/>
                <w:lang w:val="el-GR"/>
              </w:rPr>
              <w:t>ΔΗΜΟΣ</w:t>
            </w:r>
            <w:r w:rsidRPr="0081757A">
              <w:rPr>
                <w:b/>
                <w:sz w:val="16"/>
                <w:szCs w:val="16"/>
                <w:u w:val="single"/>
                <w:lang w:val="el-GR"/>
              </w:rPr>
              <w:t xml:space="preserve"> </w:t>
            </w:r>
            <w:r w:rsidRPr="00974536">
              <w:rPr>
                <w:b/>
                <w:sz w:val="16"/>
                <w:szCs w:val="16"/>
                <w:u w:val="single"/>
                <w:lang w:val="el-GR"/>
              </w:rPr>
              <w:t>ΛΕΥΚΩΣΙΑΣ</w:t>
            </w:r>
            <w:r w:rsidRPr="00974536">
              <w:rPr>
                <w:sz w:val="16"/>
                <w:szCs w:val="16"/>
                <w:lang w:val="el-GR"/>
              </w:rPr>
              <w:t>:</w:t>
            </w:r>
            <w:r>
              <w:rPr>
                <w:sz w:val="16"/>
                <w:szCs w:val="16"/>
              </w:rPr>
              <w:t>T</w:t>
            </w:r>
            <w:r w:rsidRPr="00974536">
              <w:rPr>
                <w:sz w:val="16"/>
                <w:szCs w:val="16"/>
                <w:lang w:val="el-GR"/>
              </w:rPr>
              <w:t>.</w:t>
            </w:r>
            <w:r>
              <w:rPr>
                <w:sz w:val="16"/>
                <w:szCs w:val="16"/>
                <w:lang w:val="el-GR"/>
              </w:rPr>
              <w:t>Κ</w:t>
            </w:r>
            <w:r w:rsidRPr="00974536">
              <w:rPr>
                <w:sz w:val="16"/>
                <w:szCs w:val="16"/>
                <w:lang w:val="el-GR"/>
              </w:rPr>
              <w:t>:1010,1011,1015,1055,1056,1057,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974536">
              <w:rPr>
                <w:sz w:val="16"/>
                <w:szCs w:val="16"/>
                <w:lang w:val="el-GR"/>
              </w:rPr>
              <w:t>1060,1061,1065,1066,1070,1071,1075,1076,1077,1080,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974536">
              <w:rPr>
                <w:sz w:val="16"/>
                <w:szCs w:val="16"/>
                <w:lang w:val="el-GR"/>
              </w:rPr>
              <w:t>1081,1082,1085,1086,1087,1090,1095,1096,1097 &amp; 1101.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u w:val="single"/>
                <w:lang w:val="el-GR"/>
              </w:rPr>
              <w:t>ΔΗΜΟΣ</w:t>
            </w:r>
            <w:r w:rsidRPr="00203A58">
              <w:rPr>
                <w:b/>
                <w:sz w:val="16"/>
                <w:szCs w:val="16"/>
                <w:u w:val="single"/>
                <w:lang w:val="el-GR"/>
              </w:rPr>
              <w:t xml:space="preserve"> </w:t>
            </w:r>
            <w:r w:rsidRPr="008C4F64">
              <w:rPr>
                <w:b/>
                <w:sz w:val="16"/>
                <w:szCs w:val="16"/>
                <w:u w:val="single"/>
                <w:lang w:val="el-GR"/>
              </w:rPr>
              <w:t>ΑΓΛΑΝΤΖΙΑΣ:</w:t>
            </w:r>
            <w:r w:rsidRPr="008C4F64">
              <w:rPr>
                <w:sz w:val="16"/>
                <w:szCs w:val="16"/>
                <w:lang w:val="el-GR"/>
              </w:rPr>
              <w:t>Τ.Κ:2100,2101,2107,2108,2112,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8C4F64">
              <w:rPr>
                <w:sz w:val="16"/>
                <w:szCs w:val="16"/>
                <w:lang w:val="el-GR"/>
              </w:rPr>
              <w:t>2113,2114,2115,2120,2121,2122&amp;2123.</w:t>
            </w:r>
          </w:p>
          <w:p w:rsidR="0081757A" w:rsidRPr="008C4F6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u w:val="single"/>
                <w:lang w:val="el-GR"/>
              </w:rPr>
              <w:t>ΔΗΜΟΣ</w:t>
            </w:r>
            <w:r w:rsidRPr="00203A58">
              <w:rPr>
                <w:b/>
                <w:sz w:val="16"/>
                <w:szCs w:val="16"/>
                <w:u w:val="single"/>
                <w:lang w:val="el-GR"/>
              </w:rPr>
              <w:t xml:space="preserve"> </w:t>
            </w:r>
            <w:r w:rsidRPr="008C4F64">
              <w:rPr>
                <w:b/>
                <w:sz w:val="16"/>
                <w:szCs w:val="16"/>
                <w:u w:val="single"/>
                <w:lang w:val="el-GR"/>
              </w:rPr>
              <w:t>ΕΓΚΩΜΗΣ</w:t>
            </w:r>
            <w:r w:rsidRPr="00A71C4E">
              <w:rPr>
                <w:b/>
                <w:sz w:val="16"/>
                <w:szCs w:val="16"/>
                <w:u w:val="single"/>
                <w:lang w:val="el-GR"/>
              </w:rPr>
              <w:t>:</w:t>
            </w:r>
            <w:r w:rsidRPr="00A71C4E">
              <w:rPr>
                <w:sz w:val="16"/>
                <w:szCs w:val="16"/>
                <w:lang w:val="el-GR"/>
              </w:rPr>
              <w:t>Τ.Κ:</w:t>
            </w:r>
            <w:r>
              <w:rPr>
                <w:sz w:val="16"/>
                <w:szCs w:val="16"/>
                <w:lang w:val="el-GR"/>
              </w:rPr>
              <w:t>2404,2406,2407,2408,2409,2410</w:t>
            </w:r>
            <w:r w:rsidRPr="00BD5334">
              <w:rPr>
                <w:sz w:val="16"/>
                <w:szCs w:val="16"/>
                <w:lang w:val="el-GR"/>
              </w:rPr>
              <w:t>,</w:t>
            </w:r>
          </w:p>
          <w:p w:rsidR="0081757A" w:rsidRPr="00A71C4E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2411,2412,2413,2414.</w:t>
            </w:r>
          </w:p>
          <w:p w:rsidR="0081757A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</w:p>
          <w:p w:rsidR="0081757A" w:rsidRPr="001760DE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u w:val="single"/>
                <w:lang w:val="el-GR"/>
              </w:rPr>
              <w:t>ΔΗΜΟΣ</w:t>
            </w:r>
            <w:r w:rsidRPr="001760DE">
              <w:rPr>
                <w:b/>
                <w:sz w:val="16"/>
                <w:szCs w:val="16"/>
                <w:u w:val="single"/>
                <w:lang w:val="el-GR"/>
              </w:rPr>
              <w:t xml:space="preserve"> </w:t>
            </w:r>
            <w:r>
              <w:rPr>
                <w:b/>
                <w:sz w:val="16"/>
                <w:szCs w:val="16"/>
                <w:u w:val="single"/>
                <w:lang w:val="el-GR"/>
              </w:rPr>
              <w:t>ΣΤΡΟΒΟΛΟΥ</w:t>
            </w:r>
            <w:r w:rsidRPr="00A71C4E">
              <w:rPr>
                <w:b/>
                <w:sz w:val="16"/>
                <w:szCs w:val="16"/>
                <w:u w:val="single"/>
                <w:lang w:val="el-GR"/>
              </w:rPr>
              <w:t>:</w:t>
            </w:r>
            <w:r w:rsidRPr="00A71C4E">
              <w:rPr>
                <w:sz w:val="16"/>
                <w:szCs w:val="16"/>
                <w:lang w:val="el-GR"/>
              </w:rPr>
              <w:t>Τ.Κ</w:t>
            </w:r>
            <w:r w:rsidRPr="001760DE">
              <w:rPr>
                <w:sz w:val="16"/>
                <w:szCs w:val="16"/>
                <w:lang w:val="el-GR"/>
              </w:rPr>
              <w:t>:2000,2001,2002,2003,2006,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1760DE">
              <w:rPr>
                <w:sz w:val="16"/>
                <w:szCs w:val="16"/>
                <w:lang w:val="el-GR"/>
              </w:rPr>
              <w:t>2007,2008,2011,2012,2013,2014,2015,2018,2019,2020,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  <w:r w:rsidRPr="001760DE">
              <w:rPr>
                <w:sz w:val="16"/>
                <w:szCs w:val="16"/>
                <w:lang w:val="el-GR"/>
              </w:rPr>
              <w:t>2021,2023,2024,2025,2027,2028,2029,</w:t>
            </w:r>
            <w:r>
              <w:rPr>
                <w:sz w:val="16"/>
                <w:szCs w:val="16"/>
                <w:lang w:val="en-GB"/>
              </w:rPr>
              <w:t>2034,2035,2038,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2039,</w:t>
            </w:r>
            <w:r w:rsidRPr="001760DE">
              <w:rPr>
                <w:sz w:val="16"/>
                <w:szCs w:val="16"/>
                <w:lang w:val="el-GR"/>
              </w:rPr>
              <w:t>2040,2042,</w:t>
            </w:r>
            <w:r>
              <w:rPr>
                <w:sz w:val="16"/>
                <w:szCs w:val="16"/>
                <w:lang w:val="en-GB"/>
              </w:rPr>
              <w:t>2043,2044,2045,</w:t>
            </w:r>
            <w:r w:rsidRPr="001760DE">
              <w:rPr>
                <w:sz w:val="16"/>
                <w:szCs w:val="16"/>
                <w:lang w:val="el-GR"/>
              </w:rPr>
              <w:t>2048,2049,</w:t>
            </w:r>
            <w:r>
              <w:rPr>
                <w:sz w:val="16"/>
                <w:szCs w:val="16"/>
                <w:lang w:val="en-GB"/>
              </w:rPr>
              <w:t>2050,2051,</w:t>
            </w:r>
          </w:p>
          <w:p w:rsidR="0081757A" w:rsidRPr="00212F6A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  <w:r w:rsidRPr="001760DE">
              <w:rPr>
                <w:sz w:val="16"/>
                <w:szCs w:val="16"/>
                <w:lang w:val="el-GR"/>
              </w:rPr>
              <w:t>2054,2055,2057,2058,2059,2060,2062,2063,2064&amp;2066.</w:t>
            </w:r>
          </w:p>
          <w:p w:rsidR="0081757A" w:rsidRPr="008C4F64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</w:p>
        </w:tc>
        <w:tc>
          <w:tcPr>
            <w:tcW w:w="956" w:type="dxa"/>
            <w:gridSpan w:val="6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Pr="003233F9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NAI</w:t>
            </w: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NAI</w:t>
            </w: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Pr="008C4F6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ΝΑΙ</w:t>
            </w:r>
          </w:p>
        </w:tc>
        <w:tc>
          <w:tcPr>
            <w:tcW w:w="1113" w:type="dxa"/>
            <w:gridSpan w:val="7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OXI</w:t>
            </w: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OXI</w:t>
            </w:r>
          </w:p>
          <w:p w:rsidR="0081757A" w:rsidRDefault="0081757A" w:rsidP="0081757A">
            <w:pPr>
              <w:jc w:val="center"/>
              <w:rPr>
                <w:sz w:val="16"/>
                <w:szCs w:val="16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81757A" w:rsidRPr="008C4F64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ΟΧΙ</w:t>
            </w:r>
          </w:p>
        </w:tc>
        <w:tc>
          <w:tcPr>
            <w:tcW w:w="2936" w:type="dxa"/>
            <w:gridSpan w:val="2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974536" w:rsidTr="00C12C2D">
        <w:trPr>
          <w:trHeight w:val="83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956" w:type="dxa"/>
            <w:gridSpan w:val="6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13" w:type="dxa"/>
            <w:gridSpan w:val="7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81757A">
        <w:trPr>
          <w:trHeight w:val="1102"/>
          <w:jc w:val="center"/>
        </w:trPr>
        <w:tc>
          <w:tcPr>
            <w:tcW w:w="6583" w:type="dxa"/>
            <w:gridSpan w:val="16"/>
          </w:tcPr>
          <w:p w:rsidR="0081757A" w:rsidRPr="00D766C3" w:rsidRDefault="0081757A" w:rsidP="0081757A">
            <w:pPr>
              <w:jc w:val="both"/>
              <w:rPr>
                <w:b/>
                <w:sz w:val="16"/>
                <w:szCs w:val="16"/>
                <w:u w:val="single"/>
                <w:lang w:val="el-GR"/>
              </w:rPr>
            </w:pPr>
            <w:r w:rsidRPr="00D766C3">
              <w:rPr>
                <w:b/>
                <w:sz w:val="16"/>
                <w:szCs w:val="16"/>
                <w:u w:val="single"/>
                <w:lang w:val="el-GR"/>
              </w:rPr>
              <w:t>Β. ΤΕΧΝΙΚΗ ΑΞΙΟΛΟΓΗΣΗ</w:t>
            </w:r>
          </w:p>
          <w:p w:rsidR="0081757A" w:rsidRPr="00D766C3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2922" w:type="dxa"/>
          </w:tcPr>
          <w:p w:rsidR="0081757A" w:rsidRDefault="0081757A" w:rsidP="0081757A">
            <w:pPr>
              <w:rPr>
                <w:b/>
                <w:sz w:val="16"/>
                <w:szCs w:val="16"/>
                <w:lang w:val="el-GR"/>
              </w:rPr>
            </w:pPr>
            <w:r w:rsidRPr="00D766C3">
              <w:rPr>
                <w:b/>
                <w:sz w:val="16"/>
                <w:szCs w:val="16"/>
                <w:lang w:val="el-GR"/>
              </w:rPr>
              <w:t xml:space="preserve">Η τεχνική αξιολόγηση της προσφοράς διενεργείται </w:t>
            </w:r>
            <w:r w:rsidRPr="00E01C05">
              <w:rPr>
                <w:b/>
                <w:sz w:val="16"/>
                <w:szCs w:val="16"/>
                <w:u w:val="single"/>
                <w:lang w:val="el-GR"/>
              </w:rPr>
              <w:t>μόνον</w:t>
            </w:r>
            <w:r w:rsidRPr="00D766C3">
              <w:rPr>
                <w:b/>
                <w:sz w:val="16"/>
                <w:szCs w:val="16"/>
                <w:lang w:val="el-GR"/>
              </w:rPr>
              <w:t xml:space="preserve"> σε περίπτωση που πληρούνται όλα τα κριτήρια του Μέρους Α, δηλαδή της προκαταρτικής αξιολόγησης</w:t>
            </w:r>
          </w:p>
          <w:p w:rsidR="0081757A" w:rsidRPr="00D766C3" w:rsidRDefault="0081757A" w:rsidP="0081757A">
            <w:pPr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81757A" w:rsidRPr="00D766C3" w:rsidRDefault="0081757A" w:rsidP="0081757A">
            <w:pPr>
              <w:rPr>
                <w:b/>
                <w:sz w:val="16"/>
                <w:szCs w:val="16"/>
                <w:lang w:val="el-GR"/>
              </w:rPr>
            </w:pPr>
          </w:p>
        </w:tc>
      </w:tr>
      <w:tr w:rsidR="0081757A" w:rsidTr="0081757A">
        <w:trPr>
          <w:trHeight w:val="169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3950" w:type="dxa"/>
          </w:tcPr>
          <w:p w:rsidR="0081757A" w:rsidRPr="00E01C05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E01C05">
              <w:rPr>
                <w:b/>
                <w:sz w:val="16"/>
                <w:szCs w:val="16"/>
                <w:lang w:val="el-GR"/>
              </w:rPr>
              <w:t>ΚΡΙΤΗΡΙΑ</w:t>
            </w:r>
          </w:p>
        </w:tc>
        <w:tc>
          <w:tcPr>
            <w:tcW w:w="2069" w:type="dxa"/>
            <w:gridSpan w:val="13"/>
          </w:tcPr>
          <w:p w:rsidR="0081757A" w:rsidRPr="00E01C05" w:rsidRDefault="0081757A" w:rsidP="0081757A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E01C05">
              <w:rPr>
                <w:b/>
                <w:sz w:val="16"/>
                <w:szCs w:val="16"/>
                <w:lang w:val="el-GR"/>
              </w:rPr>
              <w:t>ΑΞΙΟΛΟΓΗΣΗ</w:t>
            </w:r>
          </w:p>
        </w:tc>
        <w:tc>
          <w:tcPr>
            <w:tcW w:w="2936" w:type="dxa"/>
            <w:gridSpan w:val="2"/>
          </w:tcPr>
          <w:p w:rsidR="0081757A" w:rsidRPr="00E01C05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E01C05">
              <w:rPr>
                <w:b/>
                <w:sz w:val="16"/>
                <w:szCs w:val="16"/>
                <w:lang w:val="el-GR"/>
              </w:rPr>
              <w:t>ΠΑΡΑΤΗΡΗΣΕΙΣ</w:t>
            </w:r>
          </w:p>
        </w:tc>
        <w:tc>
          <w:tcPr>
            <w:tcW w:w="1378" w:type="dxa"/>
          </w:tcPr>
          <w:p w:rsidR="0081757A" w:rsidRPr="00E01C05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</w:tr>
      <w:tr w:rsidR="0081757A" w:rsidRPr="001210FC" w:rsidTr="00C12C2D">
        <w:trPr>
          <w:trHeight w:val="1285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bookmarkStart w:id="0" w:name="_GoBack" w:colFirst="5" w:colLast="5"/>
            <w:r>
              <w:rPr>
                <w:sz w:val="16"/>
                <w:szCs w:val="16"/>
                <w:lang w:val="el-GR"/>
              </w:rPr>
              <w:t>Β1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ΕΜΒΑΔΟΝ ΠΡΟΣΦΕΡΟΜΕΝΩΝ ΓΡΑΦΕΙΑΚΩΝ ΧΩΡΩΝ</w:t>
            </w:r>
          </w:p>
        </w:tc>
        <w:tc>
          <w:tcPr>
            <w:tcW w:w="649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649" w:type="dxa"/>
            <w:gridSpan w:val="7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771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2936" w:type="dxa"/>
            <w:gridSpan w:val="2"/>
          </w:tcPr>
          <w:p w:rsidR="0081757A" w:rsidRPr="001210FC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1210FC">
              <w:rPr>
                <w:sz w:val="16"/>
                <w:szCs w:val="16"/>
                <w:lang w:val="el-GR"/>
              </w:rPr>
              <w:t>Βαθμολογείται από 1-5 εφόσον το εμβαδόν των γραφε</w:t>
            </w:r>
            <w:r w:rsidR="00FC3FAC" w:rsidRPr="001210FC">
              <w:rPr>
                <w:sz w:val="16"/>
                <w:szCs w:val="16"/>
                <w:lang w:val="el-GR"/>
              </w:rPr>
              <w:t>ιακών χώρων διαφέρει μέχρι +,- 10</w:t>
            </w:r>
            <w:r w:rsidRPr="001210FC">
              <w:rPr>
                <w:sz w:val="16"/>
                <w:szCs w:val="16"/>
                <w:lang w:val="el-GR"/>
              </w:rPr>
              <w:t>% από το ζητούμενο. Συγκεκριμένα βαθμολογείται με 5 αν</w:t>
            </w:r>
            <w:r w:rsidR="00FC3FAC" w:rsidRPr="001210FC">
              <w:rPr>
                <w:sz w:val="16"/>
                <w:szCs w:val="16"/>
                <w:lang w:val="el-GR"/>
              </w:rPr>
              <w:t xml:space="preserve"> το εμβαδόν διαφέρει μέχρι +,- 3</w:t>
            </w:r>
            <w:r w:rsidRPr="001210FC">
              <w:rPr>
                <w:sz w:val="16"/>
                <w:szCs w:val="16"/>
                <w:lang w:val="el-GR"/>
              </w:rPr>
              <w:t>%, με 3 αν διαφέρει</w:t>
            </w:r>
            <w:r w:rsidR="00FC3FAC" w:rsidRPr="001210FC">
              <w:rPr>
                <w:sz w:val="16"/>
                <w:szCs w:val="16"/>
                <w:lang w:val="el-GR"/>
              </w:rPr>
              <w:t xml:space="preserve"> μεταξύ +,- 3% και +,- 6 και με 1 αν διαφέρει μεταξύ +,- 6% και +,-10</w:t>
            </w:r>
            <w:r w:rsidRPr="001210FC">
              <w:rPr>
                <w:sz w:val="16"/>
                <w:szCs w:val="16"/>
                <w:lang w:val="el-GR"/>
              </w:rPr>
              <w:t>%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bookmarkEnd w:id="0"/>
      <w:tr w:rsidR="0081757A" w:rsidRPr="001210FC" w:rsidTr="00C12C2D">
        <w:trPr>
          <w:trHeight w:val="1285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lastRenderedPageBreak/>
              <w:t>Β2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ΕΜΒΑΔΟΝ ΠΡΟΣΦΕΡΟΜΕΝΩΝ ΑΠΟΘΗΚΕΥΤΙΚΩΝ ΧΩΡΩΝ</w:t>
            </w:r>
          </w:p>
        </w:tc>
        <w:tc>
          <w:tcPr>
            <w:tcW w:w="649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649" w:type="dxa"/>
            <w:gridSpan w:val="7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771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2936" w:type="dxa"/>
            <w:gridSpan w:val="2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Βαθμολογείται από 1-5 εφόσον το εμβαδόν των αποθηκευτικών χώρων διαφέρει μέχρι +,- 3% από το ζητούμενο. Συγκεκριμένα βαθμολογείται με 5 αν το εμβαδόν διαφέρει μέχρι +,- 1%, με 3 αν διαφέρει μέχρι +,-2% και με 1 αν διαφέρει μέχρι +,-3%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C12C2D">
        <w:trPr>
          <w:trHeight w:val="551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Β3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ΑΡΙΘΜΟΣ ΠΡΟΣΦΕΡΟΜΕΝΩΝ ΧΩΡΩΝ ΣΤΑΘΜΕΥΣΗΣ</w:t>
            </w:r>
          </w:p>
        </w:tc>
        <w:tc>
          <w:tcPr>
            <w:tcW w:w="649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649" w:type="dxa"/>
            <w:gridSpan w:val="7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771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2936" w:type="dxa"/>
            <w:gridSpan w:val="2"/>
          </w:tcPr>
          <w:p w:rsidR="0081757A" w:rsidRPr="00461DA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Βαθμολογείται από 1-5 εφόσον ο αριθμός των  χώρων στάθμευσης διαφέρει μέχρι +,- </w:t>
            </w:r>
            <w:r w:rsidRPr="00020419">
              <w:rPr>
                <w:sz w:val="16"/>
                <w:szCs w:val="16"/>
                <w:lang w:val="el-GR"/>
              </w:rPr>
              <w:t>10</w:t>
            </w:r>
            <w:r>
              <w:rPr>
                <w:sz w:val="16"/>
                <w:szCs w:val="16"/>
                <w:lang w:val="el-GR"/>
              </w:rPr>
              <w:t>% από το ζητούμενο. Συγκεκριμένα βαθμολογείται με 5 αν ο αριθμός των χώρων στάθμευσης διαφέρει μέχρι +,- 1%, με 3 αν διαφέρει μέχρι +,-5% και με 1 αν διαφέρει μέχρι +,-10%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C12C2D">
        <w:trPr>
          <w:trHeight w:val="536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Β4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ΑΠΟΣΤΑΣΗ ΑΠΟ ΤΟ ΚΤΙΡΙΟ ΤΟΥ ΥΠΟΥΡΓΕΙΟΥ ΟΙΚΟΝΟΜΙΚΩΝ</w:t>
            </w:r>
          </w:p>
        </w:tc>
        <w:tc>
          <w:tcPr>
            <w:tcW w:w="649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649" w:type="dxa"/>
            <w:gridSpan w:val="7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</w:t>
            </w:r>
          </w:p>
        </w:tc>
        <w:tc>
          <w:tcPr>
            <w:tcW w:w="771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2936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3μ. Για απόσταση μεταξύ 0 – 1333 μ.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2μ. Για απόσταση μεταξύ 1334 – 2667 μ.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1μ. Για απόσταση μεταξύ 2668 -- 4000 μ. 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Tr="00C12C2D">
        <w:trPr>
          <w:trHeight w:val="1469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Β5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ΚΑΤΑΛΛΗΛΟΤΗΤΑ ΠΡΟΣΦΕΡΟΜΕΝΟΥ ΚΤΙΡΙΟΥ</w:t>
            </w:r>
          </w:p>
        </w:tc>
        <w:tc>
          <w:tcPr>
            <w:tcW w:w="388" w:type="dxa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389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</w:t>
            </w:r>
          </w:p>
        </w:tc>
        <w:tc>
          <w:tcPr>
            <w:tcW w:w="324" w:type="dxa"/>
            <w:gridSpan w:val="4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455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4</w:t>
            </w:r>
          </w:p>
        </w:tc>
        <w:tc>
          <w:tcPr>
            <w:tcW w:w="513" w:type="dxa"/>
            <w:gridSpan w:val="2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2936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l-GR"/>
              </w:rPr>
              <w:t>Αξιολογείται η καταλληλόλητα του κτιρίου σε σχέση με την ικανοποίηση της λειτουργικότητας και την ικανότητα αξιοποίησης/διαμόρφωσης των χώρων. Βαθμολογείται από 1-5 ανάλογα με την ικανοποίηση των απαιτήσεων</w:t>
            </w:r>
            <w:r>
              <w:rPr>
                <w:sz w:val="16"/>
                <w:szCs w:val="16"/>
                <w:lang w:val="en-GB"/>
              </w:rPr>
              <w:t>.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</w:p>
          <w:p w:rsidR="0081757A" w:rsidRPr="00203A58" w:rsidRDefault="0081757A" w:rsidP="0081757A">
            <w:pPr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81757A">
        <w:trPr>
          <w:trHeight w:val="1102"/>
          <w:jc w:val="center"/>
        </w:trPr>
        <w:tc>
          <w:tcPr>
            <w:tcW w:w="550" w:type="dxa"/>
          </w:tcPr>
          <w:p w:rsidR="0081757A" w:rsidRPr="00D77C77" w:rsidRDefault="0081757A" w:rsidP="0081757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3950" w:type="dxa"/>
          </w:tcPr>
          <w:p w:rsidR="0081757A" w:rsidRPr="00AC241B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ΚΑΤΑΛΛΗΛΟΤΗΤΑ ΔΑΠΕΔΩΝ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033" w:type="dxa"/>
            <w:gridSpan w:val="7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</w:t>
            </w:r>
          </w:p>
        </w:tc>
        <w:tc>
          <w:tcPr>
            <w:tcW w:w="1036" w:type="dxa"/>
            <w:gridSpan w:val="6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2936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Αξιολογείται η καταλληλόλητα των δαπέδων. Βαθμολογείται με 3μ. το κτίριο που διαθέτει υπερυψωμένο πάτωμα, καθώς και το κτίριο του οποίου ο ιδιοκτήτης μπορεί να παρέχει 10 μετακινούμενα σημεία το έτος.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81757A">
        <w:trPr>
          <w:trHeight w:val="734"/>
          <w:jc w:val="center"/>
        </w:trPr>
        <w:tc>
          <w:tcPr>
            <w:tcW w:w="550" w:type="dxa"/>
          </w:tcPr>
          <w:p w:rsidR="0081757A" w:rsidRPr="00902A4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Β7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ΚΑΛΩΔΙΩΣΗ ΚΤΙΡΙΟΥ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033" w:type="dxa"/>
            <w:gridSpan w:val="7"/>
          </w:tcPr>
          <w:p w:rsidR="0081757A" w:rsidRPr="00E155E1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36" w:type="dxa"/>
            <w:gridSpan w:val="6"/>
          </w:tcPr>
          <w:p w:rsidR="0081757A" w:rsidRPr="00E155E1" w:rsidRDefault="0081757A" w:rsidP="008175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36" w:type="dxa"/>
            <w:gridSpan w:val="2"/>
          </w:tcPr>
          <w:p w:rsidR="0081757A" w:rsidRPr="00902A44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Αξιολογείται το </w:t>
            </w:r>
            <w:r>
              <w:rPr>
                <w:sz w:val="16"/>
                <w:szCs w:val="16"/>
              </w:rPr>
              <w:t>ethernet</w:t>
            </w:r>
            <w:r w:rsidRPr="00902A44">
              <w:rPr>
                <w:sz w:val="16"/>
                <w:szCs w:val="16"/>
                <w:lang w:val="el-GR"/>
              </w:rPr>
              <w:t xml:space="preserve"> </w:t>
            </w:r>
            <w:r>
              <w:rPr>
                <w:sz w:val="16"/>
                <w:szCs w:val="16"/>
              </w:rPr>
              <w:t>cabling</w:t>
            </w:r>
            <w:r w:rsidRPr="00902A44">
              <w:rPr>
                <w:sz w:val="16"/>
                <w:szCs w:val="16"/>
                <w:lang w:val="el-GR"/>
              </w:rPr>
              <w:t xml:space="preserve"> </w:t>
            </w:r>
            <w:r>
              <w:rPr>
                <w:sz w:val="16"/>
                <w:szCs w:val="16"/>
                <w:lang w:val="el-GR"/>
              </w:rPr>
              <w:t xml:space="preserve">του κτιρίου. Βαθμολογείται με 1μ. αν το </w:t>
            </w:r>
            <w:r>
              <w:rPr>
                <w:sz w:val="16"/>
                <w:szCs w:val="16"/>
              </w:rPr>
              <w:t>ethernet</w:t>
            </w:r>
            <w:r w:rsidRPr="00902A44">
              <w:rPr>
                <w:sz w:val="16"/>
                <w:szCs w:val="16"/>
                <w:lang w:val="el-GR"/>
              </w:rPr>
              <w:t xml:space="preserve"> </w:t>
            </w:r>
            <w:r>
              <w:rPr>
                <w:sz w:val="16"/>
                <w:szCs w:val="16"/>
              </w:rPr>
              <w:t>cabling</w:t>
            </w:r>
            <w:r>
              <w:rPr>
                <w:sz w:val="16"/>
                <w:szCs w:val="16"/>
                <w:lang w:val="el-GR"/>
              </w:rPr>
              <w:t xml:space="preserve"> είναι κατηγορίας 6, με </w:t>
            </w:r>
            <w:r w:rsidRPr="003233F9">
              <w:rPr>
                <w:sz w:val="16"/>
                <w:szCs w:val="16"/>
                <w:lang w:val="el-GR"/>
              </w:rPr>
              <w:t>3</w:t>
            </w:r>
            <w:r>
              <w:rPr>
                <w:sz w:val="16"/>
                <w:szCs w:val="16"/>
                <w:lang w:val="el-GR"/>
              </w:rPr>
              <w:t>μ. αν είναι κατηγορίας 6</w:t>
            </w:r>
            <w:r>
              <w:rPr>
                <w:sz w:val="16"/>
                <w:szCs w:val="16"/>
              </w:rPr>
              <w:t>a</w:t>
            </w:r>
            <w:r w:rsidRPr="00902A44">
              <w:rPr>
                <w:sz w:val="16"/>
                <w:szCs w:val="16"/>
                <w:lang w:val="el-GR"/>
              </w:rPr>
              <w:t xml:space="preserve"> </w:t>
            </w:r>
            <w:r>
              <w:rPr>
                <w:sz w:val="16"/>
                <w:szCs w:val="16"/>
                <w:lang w:val="el-GR"/>
              </w:rPr>
              <w:t xml:space="preserve">και  κατηγορίας 7. 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81757A">
        <w:trPr>
          <w:trHeight w:val="367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Β8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ΘΕΣΗ/ΠΕΡΙΟΧΗ ΠΡΟΣΦΕΡΟΜΕΝΟΥ ΚΤΙΡΙΟΥ ΛΑΜΒΑΝΟΝΤΑΣ ΥΠΟΨΗ ΚΑΙ ΚΥΚΛΟΦΟΡΙΑΚΑ ΘΕΜΑΤΑ</w:t>
            </w:r>
          </w:p>
        </w:tc>
        <w:tc>
          <w:tcPr>
            <w:tcW w:w="413" w:type="dxa"/>
            <w:gridSpan w:val="2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414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</w:t>
            </w:r>
          </w:p>
        </w:tc>
        <w:tc>
          <w:tcPr>
            <w:tcW w:w="414" w:type="dxa"/>
            <w:gridSpan w:val="4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414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4</w:t>
            </w:r>
          </w:p>
        </w:tc>
        <w:tc>
          <w:tcPr>
            <w:tcW w:w="414" w:type="dxa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2936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Βαθμολογείται από 1-5 ανάλογα με την καταλληλόλητα της περιοχής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81757A">
        <w:trPr>
          <w:trHeight w:val="1822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Β9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ΈΤΟΣ ΚΑΤΑΣΚΕΥΗΣ(ΓΙΑ ΑΞΙΟΛΟΓΗΣΗ ΣΤΑΤΙΚΗΣ/ΑΝΤΙΣΕΙΣΜΙΚΗΣ ΙΚΑΝΟΤΗΤΑΣ ΚΤΙΡΙΟΥ)</w:t>
            </w:r>
          </w:p>
        </w:tc>
        <w:tc>
          <w:tcPr>
            <w:tcW w:w="413" w:type="dxa"/>
            <w:gridSpan w:val="2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</w:t>
            </w:r>
          </w:p>
        </w:tc>
        <w:tc>
          <w:tcPr>
            <w:tcW w:w="414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</w:t>
            </w:r>
          </w:p>
        </w:tc>
        <w:tc>
          <w:tcPr>
            <w:tcW w:w="414" w:type="dxa"/>
            <w:gridSpan w:val="4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</w:t>
            </w:r>
          </w:p>
        </w:tc>
        <w:tc>
          <w:tcPr>
            <w:tcW w:w="414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414" w:type="dxa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10</w:t>
            </w:r>
          </w:p>
        </w:tc>
        <w:tc>
          <w:tcPr>
            <w:tcW w:w="2936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0μ. Για κτίρια που ανεγέρθηκαν μέχρι το 2000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1μ. Για κτίρια που ανεγέρθηκαν μεταξύ του 2001-2005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3μ. Για κτίρια που ανεγέρθηκαν μεταξύ του 2006-2009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5μ. Για κτίρια που ανεγέρθηκαν μεταξύ του 2010-2012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10μ. Για κτίρια που ανεγέρθηκαν μετά το 2013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81757A">
        <w:trPr>
          <w:trHeight w:val="1102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Β10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ΑΠΑΙΤΟΥΜΕΝΕΣ ΕΡΓΑΣΙΕΣ ΓΙΑ ΠΡΟΣΑΡΜΟΓΗ ΣΤΙΣ ΑΠΑΙΤΗΣΕΙΣ ΤΗΣ ΕΝΔΙΑΦΕΡΟΜΕΝΗΣ ΥΠΗΡΕΣΙΑΣ</w:t>
            </w:r>
          </w:p>
        </w:tc>
        <w:tc>
          <w:tcPr>
            <w:tcW w:w="413" w:type="dxa"/>
            <w:gridSpan w:val="2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</w:t>
            </w:r>
          </w:p>
        </w:tc>
        <w:tc>
          <w:tcPr>
            <w:tcW w:w="414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2</w:t>
            </w:r>
          </w:p>
        </w:tc>
        <w:tc>
          <w:tcPr>
            <w:tcW w:w="414" w:type="dxa"/>
            <w:gridSpan w:val="4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4</w:t>
            </w:r>
          </w:p>
        </w:tc>
        <w:tc>
          <w:tcPr>
            <w:tcW w:w="414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414" w:type="dxa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6</w:t>
            </w:r>
          </w:p>
        </w:tc>
        <w:tc>
          <w:tcPr>
            <w:tcW w:w="2936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Βαθμολογείται από 0-6 ανάλογα με την έκταση/χρόνο των εργασιών.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0μ. Για κτίρια που απαιτούν μεγάλο αριθμό εργασιών για προσαρμογή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6μ. Για κτίρια που ΔΕΝ απαιτούν εργασίες για προσαρμογή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81757A">
        <w:trPr>
          <w:trHeight w:val="1114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Β11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ΕΝΕΡΓΕΙΑΚΗ ΑΠΟΔΟΣΗ ΚΤΙΡΙΟΥ</w:t>
            </w:r>
          </w:p>
        </w:tc>
        <w:tc>
          <w:tcPr>
            <w:tcW w:w="413" w:type="dxa"/>
            <w:gridSpan w:val="2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</w:t>
            </w:r>
          </w:p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14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</w:t>
            </w:r>
          </w:p>
        </w:tc>
        <w:tc>
          <w:tcPr>
            <w:tcW w:w="414" w:type="dxa"/>
            <w:gridSpan w:val="4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6</w:t>
            </w:r>
          </w:p>
        </w:tc>
        <w:tc>
          <w:tcPr>
            <w:tcW w:w="414" w:type="dxa"/>
            <w:gridSpan w:val="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8</w:t>
            </w:r>
          </w:p>
        </w:tc>
        <w:tc>
          <w:tcPr>
            <w:tcW w:w="414" w:type="dxa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10</w:t>
            </w:r>
          </w:p>
        </w:tc>
        <w:tc>
          <w:tcPr>
            <w:tcW w:w="2936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0μ. Για κτίριο ενεργειακής απόδοσης Η</w:t>
            </w:r>
            <w:r w:rsidRPr="00980A8C">
              <w:rPr>
                <w:sz w:val="16"/>
                <w:szCs w:val="16"/>
                <w:lang w:val="el-GR"/>
              </w:rPr>
              <w:t>,</w:t>
            </w:r>
            <w:r>
              <w:rPr>
                <w:sz w:val="16"/>
                <w:szCs w:val="16"/>
              </w:rPr>
              <w:t>Z</w:t>
            </w:r>
            <w:r w:rsidRPr="00980A8C">
              <w:rPr>
                <w:sz w:val="16"/>
                <w:szCs w:val="16"/>
                <w:lang w:val="el-GR"/>
              </w:rPr>
              <w:t>,</w:t>
            </w:r>
            <w:r>
              <w:rPr>
                <w:sz w:val="16"/>
                <w:szCs w:val="16"/>
              </w:rPr>
              <w:t>E</w:t>
            </w:r>
            <w:r w:rsidRPr="00980A8C">
              <w:rPr>
                <w:sz w:val="16"/>
                <w:szCs w:val="16"/>
                <w:lang w:val="el-GR"/>
              </w:rPr>
              <w:t>,</w:t>
            </w:r>
            <w:r>
              <w:rPr>
                <w:sz w:val="16"/>
                <w:szCs w:val="16"/>
                <w:lang w:val="el-GR"/>
              </w:rPr>
              <w:t>Δ, και Γ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5μ. Για κτίριο ενεργειακής απόδοσης Β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6μ. Για κτίριο ενεργειακής απόδοσης Β+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8μ. Για κτίριο ενεργειακής απόδοσης Α</w:t>
            </w:r>
          </w:p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10μ. Για κτίριο σχεδόν μηδενικής κατανάλωσης ενέργειας (ΚΣΜΚΕ)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81757A">
        <w:trPr>
          <w:trHeight w:val="422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Β12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ΑΘΡΟΙΣΜΑ</w:t>
            </w:r>
          </w:p>
        </w:tc>
        <w:tc>
          <w:tcPr>
            <w:tcW w:w="2069" w:type="dxa"/>
            <w:gridSpan w:val="1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Ελάχιστη βαθμολογία 7μ.</w:t>
            </w:r>
          </w:p>
          <w:p w:rsidR="0081757A" w:rsidRPr="0037651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Μέγιστη Βαθμολογία 60μ.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81757A">
        <w:trPr>
          <w:trHeight w:val="134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2069" w:type="dxa"/>
            <w:gridSpan w:val="1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81757A">
        <w:trPr>
          <w:trHeight w:val="134"/>
          <w:jc w:val="center"/>
        </w:trPr>
        <w:tc>
          <w:tcPr>
            <w:tcW w:w="4500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37651A">
              <w:rPr>
                <w:b/>
                <w:sz w:val="16"/>
                <w:szCs w:val="16"/>
                <w:u w:val="single"/>
                <w:lang w:val="el-GR"/>
              </w:rPr>
              <w:lastRenderedPageBreak/>
              <w:t>Γ. ΟΙΚΟΝΟΜΙΚΗ ΑΞΙΟΛΟΓΗΣΗ</w:t>
            </w:r>
          </w:p>
        </w:tc>
        <w:tc>
          <w:tcPr>
            <w:tcW w:w="2069" w:type="dxa"/>
            <w:gridSpan w:val="1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37651A">
              <w:rPr>
                <w:b/>
                <w:sz w:val="16"/>
                <w:szCs w:val="16"/>
                <w:lang w:val="el-GR"/>
              </w:rPr>
              <w:t>Η οικονομική αξιολόγηση της Προσφοράς διενεργείται όταν ολοκληρωθεί το Μέρος Β, δηλαδή η τεχνική αξιολόγηση.</w:t>
            </w:r>
          </w:p>
        </w:tc>
        <w:tc>
          <w:tcPr>
            <w:tcW w:w="1378" w:type="dxa"/>
          </w:tcPr>
          <w:p w:rsidR="0081757A" w:rsidRPr="0037651A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</w:tr>
      <w:tr w:rsidR="0081757A" w:rsidTr="0081757A">
        <w:trPr>
          <w:trHeight w:val="134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3950" w:type="dxa"/>
          </w:tcPr>
          <w:p w:rsidR="0081757A" w:rsidRPr="003E62F0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3E62F0">
              <w:rPr>
                <w:b/>
                <w:sz w:val="16"/>
                <w:szCs w:val="16"/>
                <w:lang w:val="el-GR"/>
              </w:rPr>
              <w:t>ΚΡΙΤΗΡΙΟ</w:t>
            </w:r>
          </w:p>
        </w:tc>
        <w:tc>
          <w:tcPr>
            <w:tcW w:w="2069" w:type="dxa"/>
            <w:gridSpan w:val="1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:rsidR="0081757A" w:rsidRPr="003E62F0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  <w:r w:rsidRPr="003E62F0">
              <w:rPr>
                <w:b/>
                <w:sz w:val="16"/>
                <w:szCs w:val="16"/>
                <w:lang w:val="el-GR"/>
              </w:rPr>
              <w:t>ΠΑΡΑΤΗΡΗΣΕΙΣ</w:t>
            </w:r>
          </w:p>
        </w:tc>
        <w:tc>
          <w:tcPr>
            <w:tcW w:w="1378" w:type="dxa"/>
          </w:tcPr>
          <w:p w:rsidR="0081757A" w:rsidRPr="003E62F0" w:rsidRDefault="0081757A" w:rsidP="0081757A">
            <w:pPr>
              <w:jc w:val="both"/>
              <w:rPr>
                <w:b/>
                <w:sz w:val="16"/>
                <w:szCs w:val="16"/>
                <w:lang w:val="el-GR"/>
              </w:rPr>
            </w:pPr>
          </w:p>
        </w:tc>
      </w:tr>
      <w:tr w:rsidR="0081757A" w:rsidRPr="001210FC" w:rsidTr="0081757A">
        <w:trPr>
          <w:trHeight w:val="134"/>
          <w:jc w:val="center"/>
        </w:trPr>
        <w:tc>
          <w:tcPr>
            <w:tcW w:w="5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Γ1</w:t>
            </w:r>
          </w:p>
        </w:tc>
        <w:tc>
          <w:tcPr>
            <w:tcW w:w="3950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ΠΡΟΣΦΕΡΟΜΕΝΗ ΤΙΜΗ (</w:t>
            </w:r>
            <w:r>
              <w:rPr>
                <w:rFonts w:cstheme="minorHAnsi"/>
                <w:sz w:val="16"/>
                <w:szCs w:val="16"/>
                <w:lang w:val="el-GR"/>
              </w:rPr>
              <w:t>€</w:t>
            </w:r>
            <w:r>
              <w:rPr>
                <w:sz w:val="16"/>
                <w:szCs w:val="16"/>
                <w:lang w:val="el-GR"/>
              </w:rPr>
              <w:t>/τμ/ΜΗΝΑ)</w:t>
            </w:r>
          </w:p>
        </w:tc>
        <w:tc>
          <w:tcPr>
            <w:tcW w:w="2069" w:type="dxa"/>
            <w:gridSpan w:val="1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Η τιμή που ζητά ο </w:t>
            </w:r>
            <w:proofErr w:type="spellStart"/>
            <w:r>
              <w:rPr>
                <w:sz w:val="16"/>
                <w:szCs w:val="16"/>
                <w:lang w:val="el-GR"/>
              </w:rPr>
              <w:t>προσφοροδότης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σε ευρώ ανά τετραγωνικό μέτρο ανά μήνα (</w:t>
            </w:r>
            <w:r>
              <w:rPr>
                <w:rFonts w:cstheme="minorHAnsi"/>
                <w:sz w:val="16"/>
                <w:szCs w:val="16"/>
                <w:lang w:val="el-GR"/>
              </w:rPr>
              <w:t>€</w:t>
            </w:r>
            <w:r>
              <w:rPr>
                <w:sz w:val="16"/>
                <w:szCs w:val="16"/>
                <w:lang w:val="el-GR"/>
              </w:rPr>
              <w:t>/τμ/μήνα)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81757A" w:rsidRPr="001210FC" w:rsidTr="00C12C2D">
        <w:trPr>
          <w:trHeight w:val="134"/>
          <w:jc w:val="center"/>
        </w:trPr>
        <w:tc>
          <w:tcPr>
            <w:tcW w:w="550" w:type="dxa"/>
          </w:tcPr>
          <w:p w:rsidR="0081757A" w:rsidRPr="008334E2" w:rsidRDefault="0081757A" w:rsidP="00C12C2D">
            <w:pPr>
              <w:jc w:val="both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3950" w:type="dxa"/>
            <w:shd w:val="clear" w:color="auto" w:fill="auto"/>
          </w:tcPr>
          <w:p w:rsidR="00C12C2D" w:rsidRPr="00C12C2D" w:rsidRDefault="00C12C2D" w:rsidP="00C12C2D">
            <w:pPr>
              <w:jc w:val="both"/>
              <w:rPr>
                <w:sz w:val="16"/>
                <w:szCs w:val="16"/>
                <w:lang w:val="el-GR"/>
              </w:rPr>
            </w:pPr>
            <w:r w:rsidRPr="00C12C2D">
              <w:rPr>
                <w:sz w:val="16"/>
                <w:szCs w:val="16"/>
                <w:lang w:val="el-GR"/>
              </w:rPr>
              <w:t>ΒΑΘΜΟΛΟΓΙΑ</w:t>
            </w:r>
          </w:p>
          <w:p w:rsidR="0081757A" w:rsidRPr="00C12C2D" w:rsidRDefault="00C12C2D" w:rsidP="00C12C2D">
            <w:pPr>
              <w:tabs>
                <w:tab w:val="left" w:pos="1140"/>
              </w:tabs>
              <w:rPr>
                <w:sz w:val="16"/>
                <w:szCs w:val="16"/>
                <w:lang w:val="el-GR"/>
              </w:rPr>
            </w:pPr>
            <w:r w:rsidRPr="00C12C2D">
              <w:rPr>
                <w:sz w:val="16"/>
                <w:szCs w:val="16"/>
                <w:lang w:val="el-GR"/>
              </w:rPr>
              <w:t>(Αποτέλεσμα=Β12/Γ1)</w:t>
            </w:r>
          </w:p>
        </w:tc>
        <w:tc>
          <w:tcPr>
            <w:tcW w:w="2069" w:type="dxa"/>
            <w:gridSpan w:val="13"/>
          </w:tcPr>
          <w:p w:rsidR="0081757A" w:rsidRDefault="0081757A" w:rsidP="008175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:rsidR="0081757A" w:rsidRPr="00C12C2D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  <w:r w:rsidRPr="00C12C2D">
              <w:rPr>
                <w:sz w:val="16"/>
                <w:szCs w:val="16"/>
                <w:lang w:val="el-GR"/>
              </w:rPr>
              <w:t>Το πηλίκο της βαθμολογίας της Τεχνικής Αξιολόγησης με τον αριθμό (ποσό) που προκύπτει από το προσφερόμενο ενοίκιο σε ευρώ ανά τετραγωνικό μέτρο ανά μήνα (</w:t>
            </w:r>
            <w:r w:rsidRPr="00C12C2D">
              <w:rPr>
                <w:rFonts w:cstheme="minorHAnsi"/>
                <w:sz w:val="16"/>
                <w:szCs w:val="16"/>
                <w:lang w:val="el-GR"/>
              </w:rPr>
              <w:t>€</w:t>
            </w:r>
            <w:r w:rsidRPr="00C12C2D">
              <w:rPr>
                <w:sz w:val="16"/>
                <w:szCs w:val="16"/>
                <w:lang w:val="el-GR"/>
              </w:rPr>
              <w:t>/τμ/μήνα)</w:t>
            </w:r>
          </w:p>
        </w:tc>
        <w:tc>
          <w:tcPr>
            <w:tcW w:w="1378" w:type="dxa"/>
          </w:tcPr>
          <w:p w:rsidR="0081757A" w:rsidRDefault="0081757A" w:rsidP="0081757A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C12C2D" w:rsidRPr="001210FC" w:rsidTr="00FC3FAC">
        <w:trPr>
          <w:trHeight w:val="1413"/>
          <w:jc w:val="center"/>
        </w:trPr>
        <w:tc>
          <w:tcPr>
            <w:tcW w:w="550" w:type="dxa"/>
          </w:tcPr>
          <w:p w:rsidR="00C12C2D" w:rsidRPr="00C12C2D" w:rsidRDefault="00C12C2D" w:rsidP="00FC3FAC">
            <w:pPr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Γ2</w:t>
            </w:r>
          </w:p>
        </w:tc>
        <w:tc>
          <w:tcPr>
            <w:tcW w:w="3950" w:type="dxa"/>
          </w:tcPr>
          <w:p w:rsidR="00C12C2D" w:rsidRPr="00C12C2D" w:rsidRDefault="00C12C2D" w:rsidP="00FC3FAC">
            <w:pPr>
              <w:jc w:val="both"/>
              <w:rPr>
                <w:sz w:val="16"/>
                <w:szCs w:val="16"/>
                <w:lang w:val="el-GR"/>
              </w:rPr>
            </w:pPr>
            <w:r w:rsidRPr="00C12C2D">
              <w:rPr>
                <w:sz w:val="16"/>
                <w:szCs w:val="16"/>
                <w:lang w:val="el-GR"/>
              </w:rPr>
              <w:t xml:space="preserve">ΕΠΙΠΡΟΣΘΕΤΟ ΚΟΣΤΟΣ ΓΙΑ </w:t>
            </w:r>
            <w:r>
              <w:rPr>
                <w:sz w:val="16"/>
                <w:szCs w:val="16"/>
                <w:lang w:val="el-GR"/>
              </w:rPr>
              <w:t>ΧΩΡΟ ΣΤΑΘΜΕΥΣΗΣ (όπου εφαρμόζεται)</w:t>
            </w:r>
          </w:p>
        </w:tc>
        <w:tc>
          <w:tcPr>
            <w:tcW w:w="2069" w:type="dxa"/>
            <w:gridSpan w:val="13"/>
          </w:tcPr>
          <w:p w:rsidR="00C12C2D" w:rsidRPr="00C12C2D" w:rsidRDefault="00C12C2D" w:rsidP="00FC3FAC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936" w:type="dxa"/>
            <w:gridSpan w:val="2"/>
          </w:tcPr>
          <w:p w:rsidR="00C12C2D" w:rsidRPr="00C12C2D" w:rsidRDefault="00C12C2D" w:rsidP="00FC3FAC">
            <w:pPr>
              <w:jc w:val="both"/>
              <w:rPr>
                <w:sz w:val="16"/>
                <w:szCs w:val="16"/>
                <w:lang w:val="el-GR"/>
              </w:rPr>
            </w:pPr>
          </w:p>
        </w:tc>
        <w:tc>
          <w:tcPr>
            <w:tcW w:w="1378" w:type="dxa"/>
          </w:tcPr>
          <w:p w:rsidR="00C12C2D" w:rsidRPr="00C12C2D" w:rsidRDefault="00C12C2D" w:rsidP="00FC3FAC">
            <w:pPr>
              <w:jc w:val="both"/>
              <w:rPr>
                <w:sz w:val="16"/>
                <w:szCs w:val="16"/>
                <w:lang w:val="el-GR"/>
              </w:rPr>
            </w:pPr>
          </w:p>
        </w:tc>
      </w:tr>
    </w:tbl>
    <w:p w:rsidR="003C7D58" w:rsidRPr="003C7D58" w:rsidRDefault="003C7D58" w:rsidP="003C7D58">
      <w:pPr>
        <w:jc w:val="both"/>
        <w:rPr>
          <w:u w:val="single"/>
          <w:lang w:val="el-GR"/>
        </w:rPr>
      </w:pPr>
    </w:p>
    <w:sectPr w:rsidR="003C7D58" w:rsidRPr="003C7D5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0080"/>
    <w:multiLevelType w:val="hybridMultilevel"/>
    <w:tmpl w:val="CB586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328"/>
    <w:rsid w:val="00020419"/>
    <w:rsid w:val="0009270C"/>
    <w:rsid w:val="0010673C"/>
    <w:rsid w:val="001210FC"/>
    <w:rsid w:val="001760DE"/>
    <w:rsid w:val="00203A58"/>
    <w:rsid w:val="00212F6A"/>
    <w:rsid w:val="00214845"/>
    <w:rsid w:val="00262313"/>
    <w:rsid w:val="002A5925"/>
    <w:rsid w:val="003233F9"/>
    <w:rsid w:val="0037651A"/>
    <w:rsid w:val="003C7D58"/>
    <w:rsid w:val="003E62F0"/>
    <w:rsid w:val="00461DA4"/>
    <w:rsid w:val="004B7EAC"/>
    <w:rsid w:val="0053283F"/>
    <w:rsid w:val="005D29BC"/>
    <w:rsid w:val="00627FA4"/>
    <w:rsid w:val="0069517E"/>
    <w:rsid w:val="00713E8D"/>
    <w:rsid w:val="0081757A"/>
    <w:rsid w:val="008334E2"/>
    <w:rsid w:val="00837B3E"/>
    <w:rsid w:val="008C4F64"/>
    <w:rsid w:val="00902A44"/>
    <w:rsid w:val="00974536"/>
    <w:rsid w:val="00980A8C"/>
    <w:rsid w:val="00980AFE"/>
    <w:rsid w:val="009C4663"/>
    <w:rsid w:val="009F3450"/>
    <w:rsid w:val="00A71C4E"/>
    <w:rsid w:val="00A818C4"/>
    <w:rsid w:val="00AC241B"/>
    <w:rsid w:val="00AD4328"/>
    <w:rsid w:val="00B3045C"/>
    <w:rsid w:val="00B44D82"/>
    <w:rsid w:val="00BD34D9"/>
    <w:rsid w:val="00BD5334"/>
    <w:rsid w:val="00C0080E"/>
    <w:rsid w:val="00C11CFB"/>
    <w:rsid w:val="00C12C2D"/>
    <w:rsid w:val="00C97A5B"/>
    <w:rsid w:val="00CA5AB4"/>
    <w:rsid w:val="00D766C3"/>
    <w:rsid w:val="00D77C77"/>
    <w:rsid w:val="00E01C05"/>
    <w:rsid w:val="00E155E1"/>
    <w:rsid w:val="00E75E78"/>
    <w:rsid w:val="00E918BE"/>
    <w:rsid w:val="00FC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EF9C001-141F-4F56-8608-F46F2C42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7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3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A4C1F-CD1C-41E7-91A9-3FBFACC8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DDE6856.dotm</Template>
  <TotalTime>14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Marios Maos</dc:creator>
  <cp:keywords/>
  <dc:description/>
  <cp:lastModifiedBy>Marios Maos</cp:lastModifiedBy>
  <cp:revision>4</cp:revision>
  <dcterms:created xsi:type="dcterms:W3CDTF">2017-11-03T07:36:00Z</dcterms:created>
  <dcterms:modified xsi:type="dcterms:W3CDTF">2017-11-07T08:17:00Z</dcterms:modified>
</cp:coreProperties>
</file>